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6370"/>
        <w:gridCol w:w="1116"/>
        <w:gridCol w:w="1156"/>
        <w:gridCol w:w="1349"/>
      </w:tblGrid>
      <w:tr w:rsidR="0015565B" w:rsidRPr="00DF25B3" w:rsidTr="00E60D07">
        <w:trPr>
          <w:trHeight w:val="315"/>
          <w:jc w:val="center"/>
        </w:trPr>
        <w:tc>
          <w:tcPr>
            <w:tcW w:w="7083" w:type="dxa"/>
            <w:gridSpan w:val="2"/>
            <w:shd w:val="clear" w:color="auto" w:fill="auto"/>
            <w:noWrap/>
            <w:vAlign w:val="bottom"/>
          </w:tcPr>
          <w:p w:rsidR="0015565B" w:rsidRPr="00DF25B3" w:rsidRDefault="00A40B4A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Α</w:t>
            </w:r>
          </w:p>
        </w:tc>
        <w:tc>
          <w:tcPr>
            <w:tcW w:w="1116" w:type="dxa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E60D07">
        <w:trPr>
          <w:trHeight w:val="315"/>
          <w:jc w:val="center"/>
        </w:trPr>
        <w:tc>
          <w:tcPr>
            <w:tcW w:w="7083" w:type="dxa"/>
            <w:gridSpan w:val="2"/>
            <w:shd w:val="clear" w:color="auto" w:fill="auto"/>
            <w:noWrap/>
            <w:vAlign w:val="center"/>
            <w:hideMark/>
          </w:tcPr>
          <w:p w:rsidR="0015565B" w:rsidRPr="00DF25B3" w:rsidRDefault="001E6292" w:rsidP="00D95F0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410CF0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Α3</w:t>
            </w:r>
            <w:r w:rsidR="00410CF0" w:rsidRPr="00E63AF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1</w:t>
            </w:r>
            <w:r w:rsidR="000C562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-</w:t>
            </w:r>
            <w:r w:rsidR="00D95F04" w:rsidRPr="00D95F04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l-GR"/>
              </w:rPr>
              <w:t xml:space="preserve"> </w:t>
            </w:r>
            <w:r w:rsidR="00D95F04" w:rsidRPr="00D95F0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Ο2.Ε23 Η/Υ Τύπου 02</w:t>
            </w:r>
          </w:p>
        </w:tc>
        <w:tc>
          <w:tcPr>
            <w:tcW w:w="1116" w:type="dxa"/>
            <w:vAlign w:val="center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F41BA0" w:rsidRPr="00F41BA0" w:rsidTr="00E60D07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Α/Α</w:t>
            </w:r>
          </w:p>
        </w:tc>
        <w:tc>
          <w:tcPr>
            <w:tcW w:w="6370" w:type="dxa"/>
            <w:shd w:val="clear" w:color="auto" w:fill="auto"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16" w:type="dxa"/>
            <w:vAlign w:val="center"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Απάντηση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Παραπομπή</w:t>
            </w:r>
          </w:p>
        </w:tc>
      </w:tr>
      <w:tr w:rsidR="00D95F04" w:rsidRPr="00DF25B3" w:rsidTr="008A245B">
        <w:trPr>
          <w:trHeight w:val="29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04" w:rsidRPr="00A8070F" w:rsidRDefault="00D95F04" w:rsidP="00D95F04">
            <w:pPr>
              <w:rPr>
                <w:lang w:val="en-GB"/>
              </w:rPr>
            </w:pPr>
            <w:r w:rsidRPr="00A8070F">
              <w:rPr>
                <w:lang w:val="en-GB"/>
              </w:rPr>
              <w:t>1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F04" w:rsidRPr="00FE320D" w:rsidRDefault="00D95F04" w:rsidP="00D95F0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Επεξεργαστής  Ελάχιστος αριθμός πυρήνων 12, Ελάχιστη μνήμη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L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3 128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MB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, Βασική Συχνότητα Επεξεργαστή 4.4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Ghz</w:t>
            </w:r>
          </w:p>
        </w:tc>
        <w:tc>
          <w:tcPr>
            <w:tcW w:w="1116" w:type="dxa"/>
            <w:vAlign w:val="center"/>
          </w:tcPr>
          <w:p w:rsidR="00D95F04" w:rsidRPr="00432CD9" w:rsidRDefault="00D95F04" w:rsidP="00D95F04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D95F04" w:rsidRPr="00432CD9" w:rsidRDefault="00D95F04" w:rsidP="00D95F04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D95F04" w:rsidRPr="00432CD9" w:rsidRDefault="00D95F04" w:rsidP="00D95F04">
            <w:r w:rsidRPr="00432CD9">
              <w:t xml:space="preserve"> </w:t>
            </w:r>
          </w:p>
        </w:tc>
      </w:tr>
      <w:tr w:rsidR="00D95F04" w:rsidRPr="00DF25B3" w:rsidTr="008A245B">
        <w:trPr>
          <w:trHeight w:val="39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04" w:rsidRPr="00A8070F" w:rsidRDefault="00D95F04" w:rsidP="00D95F04">
            <w:pPr>
              <w:rPr>
                <w:lang w:val="en-GB"/>
              </w:rPr>
            </w:pPr>
            <w:r w:rsidRPr="00A8070F">
              <w:rPr>
                <w:lang w:val="en-GB"/>
              </w:rPr>
              <w:t>2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F04" w:rsidRPr="00FE320D" w:rsidRDefault="00D95F04" w:rsidP="00D95F0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Μνήμη  Τουλάχιστον 2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x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32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GB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DDR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5, Ελάχιστη συχνότητα 6000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MHz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, Ύψος μνήμης 33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mm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, Τάση λειτουργίας 1.4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V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Μέγιστο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CAS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Latency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32 </w:t>
            </w:r>
          </w:p>
        </w:tc>
        <w:tc>
          <w:tcPr>
            <w:tcW w:w="1116" w:type="dxa"/>
            <w:vAlign w:val="center"/>
          </w:tcPr>
          <w:p w:rsidR="00D95F04" w:rsidRPr="00432CD9" w:rsidRDefault="00D95F04" w:rsidP="00D95F04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D95F04" w:rsidRPr="00432CD9" w:rsidRDefault="00D95F04" w:rsidP="00D95F04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D95F04" w:rsidRPr="00432CD9" w:rsidRDefault="00D95F04" w:rsidP="00D95F04">
            <w:r w:rsidRPr="00432CD9">
              <w:t xml:space="preserve"> </w:t>
            </w:r>
          </w:p>
        </w:tc>
      </w:tr>
      <w:tr w:rsidR="00D95F04" w:rsidRPr="00DF25B3" w:rsidTr="008A245B">
        <w:trPr>
          <w:trHeight w:val="47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04" w:rsidRPr="00A8070F" w:rsidRDefault="00D95F04" w:rsidP="00D95F04">
            <w:pPr>
              <w:rPr>
                <w:lang w:val="en-GB"/>
              </w:rPr>
            </w:pPr>
            <w:r w:rsidRPr="00A8070F">
              <w:rPr>
                <w:lang w:val="en-GB"/>
              </w:rPr>
              <w:t>3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F04" w:rsidRPr="00FE320D" w:rsidRDefault="00D95F04" w:rsidP="00D95F0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Δίσκος  1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TB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NVMe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M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2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SSD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PCIe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4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x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4.0, ταχύτητα ανάγνωσης 7450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MB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/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s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ταχύτητα εγγραφής 6900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MB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/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s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</w:p>
        </w:tc>
        <w:tc>
          <w:tcPr>
            <w:tcW w:w="1116" w:type="dxa"/>
            <w:vAlign w:val="center"/>
          </w:tcPr>
          <w:p w:rsidR="00D95F04" w:rsidRPr="00432CD9" w:rsidRDefault="00D95F04" w:rsidP="00D95F04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D95F04" w:rsidRPr="00432CD9" w:rsidRDefault="00D95F04" w:rsidP="00D95F04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D95F04" w:rsidRPr="00432CD9" w:rsidRDefault="00D95F04" w:rsidP="00D95F04">
            <w:r w:rsidRPr="00432CD9">
              <w:t xml:space="preserve"> </w:t>
            </w:r>
          </w:p>
        </w:tc>
      </w:tr>
      <w:tr w:rsidR="00D95F04" w:rsidRPr="00DF25B3" w:rsidTr="008A245B">
        <w:trPr>
          <w:trHeight w:val="353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04" w:rsidRPr="00A8070F" w:rsidRDefault="00D95F04" w:rsidP="00D95F04">
            <w:pPr>
              <w:rPr>
                <w:lang w:val="en-GB"/>
              </w:rPr>
            </w:pPr>
            <w:r w:rsidRPr="00A8070F">
              <w:rPr>
                <w:lang w:val="en-GB"/>
              </w:rPr>
              <w:t>4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F04" w:rsidRPr="00FE320D" w:rsidRDefault="00D95F04" w:rsidP="00D95F0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Μητρική κάρτα Μεγέθους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ATX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Συμβατή με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DDR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5, Υποστήριξη ταχύτητας μνήμης έως 6600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MHz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4 υποδοχές Μ.2, 8 θύρες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USB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-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A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3.2, Υποδοχή επεξεργαστή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AM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5, &gt;=3 χρόνια εγγύηση</w:t>
            </w:r>
          </w:p>
        </w:tc>
        <w:tc>
          <w:tcPr>
            <w:tcW w:w="1116" w:type="dxa"/>
            <w:vAlign w:val="center"/>
          </w:tcPr>
          <w:p w:rsidR="00D95F04" w:rsidRPr="00432CD9" w:rsidRDefault="00D95F04" w:rsidP="00D95F04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D95F04" w:rsidRPr="00432CD9" w:rsidRDefault="00D95F04" w:rsidP="00D95F04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D95F04" w:rsidRPr="00432CD9" w:rsidRDefault="00D95F04" w:rsidP="00D95F04">
            <w:r w:rsidRPr="00432CD9">
              <w:t xml:space="preserve"> </w:t>
            </w:r>
          </w:p>
        </w:tc>
      </w:tr>
      <w:tr w:rsidR="00D95F04" w:rsidRPr="00DF25B3" w:rsidTr="008A245B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04" w:rsidRPr="00A8070F" w:rsidRDefault="00D95F04" w:rsidP="00D95F04">
            <w:pPr>
              <w:rPr>
                <w:lang w:val="en-GB"/>
              </w:rPr>
            </w:pPr>
            <w:r w:rsidRPr="00A8070F">
              <w:rPr>
                <w:lang w:val="en-GB"/>
              </w:rPr>
              <w:t>5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F04" w:rsidRPr="00FE320D" w:rsidRDefault="00D95F04" w:rsidP="00D95F0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Τροφοδοτικό Ελάχιστη Ισχύς 850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W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Full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Modular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Πιστοποίηση 80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Plus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Gold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Τύπος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ATX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3.0, &gt;=10 χρόνια εγγύηση</w:t>
            </w:r>
          </w:p>
        </w:tc>
        <w:tc>
          <w:tcPr>
            <w:tcW w:w="1116" w:type="dxa"/>
            <w:vAlign w:val="center"/>
          </w:tcPr>
          <w:p w:rsidR="00D95F04" w:rsidRPr="00432CD9" w:rsidRDefault="00D95F04" w:rsidP="00D95F04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D95F04" w:rsidRPr="00432CD9" w:rsidRDefault="00D95F04" w:rsidP="00D95F04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D95F04" w:rsidRPr="00432CD9" w:rsidRDefault="00D95F04" w:rsidP="00D95F04">
            <w:r w:rsidRPr="00432CD9">
              <w:t xml:space="preserve"> </w:t>
            </w:r>
          </w:p>
        </w:tc>
      </w:tr>
      <w:tr w:rsidR="00D95F04" w:rsidRPr="00A8070F" w:rsidTr="005050A5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04" w:rsidRPr="00A8070F" w:rsidRDefault="00D95F04" w:rsidP="00D95F04">
            <w:pPr>
              <w:rPr>
                <w:lang w:val="en-GB"/>
              </w:rPr>
            </w:pPr>
            <w:r w:rsidRPr="00A8070F">
              <w:rPr>
                <w:lang w:val="en-GB"/>
              </w:rPr>
              <w:t>6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F04" w:rsidRPr="00FE320D" w:rsidRDefault="00D95F04" w:rsidP="00D95F0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Ψύκτρα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Επεξεργαστή Ενεργητικού τύπου, Διπλού Ανεμιστήρα, Ελάχιστο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TDP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240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W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Τουλάχιστον 7 χάλκινου σωλήνες θερμότητας, Συμβατός με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socket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AM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04" w:rsidRPr="005050A5" w:rsidRDefault="00D95F04" w:rsidP="00D95F04">
            <w:pPr>
              <w:jc w:val="center"/>
            </w:pPr>
            <w:r w:rsidRPr="005050A5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F04" w:rsidRPr="005050A5" w:rsidRDefault="00D95F04" w:rsidP="00D95F04">
            <w:r w:rsidRPr="005050A5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F04" w:rsidRPr="005050A5" w:rsidRDefault="00D95F04" w:rsidP="00D95F04">
            <w:r w:rsidRPr="005050A5">
              <w:t> </w:t>
            </w:r>
          </w:p>
        </w:tc>
      </w:tr>
      <w:tr w:rsidR="00D95F04" w:rsidRPr="00A8070F" w:rsidTr="005050A5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04" w:rsidRPr="00A8070F" w:rsidRDefault="00D95F04" w:rsidP="00D95F04">
            <w:pPr>
              <w:rPr>
                <w:lang w:val="en-GB"/>
              </w:rPr>
            </w:pPr>
            <w:r w:rsidRPr="00A8070F">
              <w:rPr>
                <w:lang w:val="en-GB"/>
              </w:rPr>
              <w:t>7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F04" w:rsidRPr="00FE320D" w:rsidRDefault="00D95F04" w:rsidP="00D95F0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Κουτί Τύπου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Midi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Tower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Συμβατό με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ATX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Συμβατότητα 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ψύκτρας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επεξεργαστή (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CPU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) ύψος άνω των 170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mm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 Συμβατότητα κάρτας γραφικών με μήκος άνω των 360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mm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04" w:rsidRPr="005050A5" w:rsidRDefault="00D95F04" w:rsidP="00D95F04">
            <w:pPr>
              <w:jc w:val="center"/>
            </w:pPr>
            <w:r w:rsidRPr="005050A5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F04" w:rsidRPr="005050A5" w:rsidRDefault="00D95F04" w:rsidP="00D95F04">
            <w:r w:rsidRPr="005050A5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F04" w:rsidRPr="005050A5" w:rsidRDefault="00D95F04" w:rsidP="00D95F04">
            <w:r w:rsidRPr="005050A5">
              <w:t> </w:t>
            </w:r>
          </w:p>
        </w:tc>
      </w:tr>
      <w:tr w:rsidR="00D95F04" w:rsidRPr="00A8070F" w:rsidTr="005050A5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04" w:rsidRPr="00A8070F" w:rsidRDefault="00D95F04" w:rsidP="00D95F04">
            <w:pPr>
              <w:rPr>
                <w:lang w:val="en-GB"/>
              </w:rPr>
            </w:pPr>
            <w:r w:rsidRPr="00A8070F">
              <w:rPr>
                <w:lang w:val="en-GB"/>
              </w:rPr>
              <w:t>8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F04" w:rsidRPr="00D95F04" w:rsidRDefault="00D95F04" w:rsidP="00D95F04">
            <w:pPr>
              <w:spacing w:after="0"/>
              <w:rPr>
                <w:rFonts w:ascii="Arial" w:hAnsi="Arial" w:cs="Arial"/>
                <w:color w:val="000000"/>
                <w:lang w:val="en-GB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Να</w:t>
            </w:r>
            <w:r w:rsidRPr="00D95F04">
              <w:rPr>
                <w:rFonts w:ascii="Arial" w:hAnsi="Arial" w:cs="Arial"/>
                <w:color w:val="000000"/>
                <w:lang w:val="en-GB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έχει</w:t>
            </w:r>
            <w:r w:rsidRPr="00D95F04">
              <w:rPr>
                <w:rFonts w:ascii="Arial" w:hAnsi="Arial" w:cs="Arial"/>
                <w:color w:val="000000"/>
                <w:lang w:val="en-GB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πιστοποιήσεις</w:t>
            </w:r>
            <w:r w:rsidRPr="00D95F04">
              <w:rPr>
                <w:rFonts w:ascii="Arial" w:hAnsi="Arial" w:cs="Arial"/>
                <w:color w:val="000000"/>
                <w:lang w:val="en-GB" w:eastAsia="el-GR"/>
              </w:rPr>
              <w:t xml:space="preserve"> CE, ENERGY STAR, EPEAT Gold, TCO 9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και</w:t>
            </w:r>
            <w:r w:rsidRPr="00D95F04">
              <w:rPr>
                <w:rFonts w:ascii="Arial" w:hAnsi="Arial" w:cs="Arial"/>
                <w:color w:val="000000"/>
                <w:lang w:val="en-GB" w:eastAsia="el-GR"/>
              </w:rPr>
              <w:t xml:space="preserve"> RoHS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04" w:rsidRPr="005050A5" w:rsidRDefault="00D95F04" w:rsidP="00D95F04">
            <w:pPr>
              <w:jc w:val="center"/>
            </w:pPr>
            <w:r w:rsidRPr="005050A5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F04" w:rsidRPr="005050A5" w:rsidRDefault="00D95F04" w:rsidP="00D95F04">
            <w:r w:rsidRPr="005050A5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F04" w:rsidRPr="005050A5" w:rsidRDefault="00D95F04" w:rsidP="00D95F04">
            <w:r w:rsidRPr="005050A5">
              <w:t> </w:t>
            </w:r>
          </w:p>
        </w:tc>
      </w:tr>
      <w:tr w:rsidR="00D95F04" w:rsidRPr="00A8070F" w:rsidTr="005050A5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5F04" w:rsidRPr="00A8070F" w:rsidRDefault="00D95F04" w:rsidP="00D95F04">
            <w:pPr>
              <w:rPr>
                <w:lang w:val="en-GB"/>
              </w:rPr>
            </w:pPr>
            <w:r w:rsidRPr="00A8070F">
              <w:rPr>
                <w:lang w:val="en-GB"/>
              </w:rPr>
              <w:t>9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95F04" w:rsidRPr="00DF25B3" w:rsidRDefault="00D95F04" w:rsidP="00D95F0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Εγγύηση  &gt;= 2Υ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F04" w:rsidRPr="005050A5" w:rsidRDefault="00D95F04" w:rsidP="00D95F04">
            <w:pPr>
              <w:jc w:val="center"/>
            </w:pPr>
            <w:r w:rsidRPr="005050A5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F04" w:rsidRPr="005050A5" w:rsidRDefault="00D95F04" w:rsidP="00D95F04">
            <w:r w:rsidRPr="005050A5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95F04" w:rsidRPr="005050A5" w:rsidRDefault="00D95F04" w:rsidP="00D95F04">
            <w:r w:rsidRPr="005050A5">
              <w:t> </w:t>
            </w:r>
          </w:p>
        </w:tc>
      </w:tr>
    </w:tbl>
    <w:p w:rsidR="008A245B" w:rsidRDefault="008A245B">
      <w:bookmarkStart w:id="0" w:name="_GoBack"/>
      <w:bookmarkEnd w:id="0"/>
    </w:p>
    <w:sectPr w:rsidR="008A245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0C5626"/>
    <w:rsid w:val="00122B0E"/>
    <w:rsid w:val="00124390"/>
    <w:rsid w:val="0015565B"/>
    <w:rsid w:val="00185D15"/>
    <w:rsid w:val="00185E48"/>
    <w:rsid w:val="001E6292"/>
    <w:rsid w:val="00250C6D"/>
    <w:rsid w:val="00273D65"/>
    <w:rsid w:val="002E7B28"/>
    <w:rsid w:val="002F7643"/>
    <w:rsid w:val="00343475"/>
    <w:rsid w:val="003E5046"/>
    <w:rsid w:val="00406FB0"/>
    <w:rsid w:val="00410CF0"/>
    <w:rsid w:val="00475756"/>
    <w:rsid w:val="004B2EA7"/>
    <w:rsid w:val="004E63BF"/>
    <w:rsid w:val="005050A5"/>
    <w:rsid w:val="00524A15"/>
    <w:rsid w:val="005552FE"/>
    <w:rsid w:val="00591317"/>
    <w:rsid w:val="00592D2F"/>
    <w:rsid w:val="00593FA3"/>
    <w:rsid w:val="006C353C"/>
    <w:rsid w:val="006D1013"/>
    <w:rsid w:val="007420FC"/>
    <w:rsid w:val="0075164A"/>
    <w:rsid w:val="00753C81"/>
    <w:rsid w:val="008040B9"/>
    <w:rsid w:val="008853AB"/>
    <w:rsid w:val="008A245B"/>
    <w:rsid w:val="009735EA"/>
    <w:rsid w:val="009809F1"/>
    <w:rsid w:val="00997F72"/>
    <w:rsid w:val="00A0291C"/>
    <w:rsid w:val="00A177B6"/>
    <w:rsid w:val="00A206AC"/>
    <w:rsid w:val="00A3021C"/>
    <w:rsid w:val="00A30A4C"/>
    <w:rsid w:val="00A40B4A"/>
    <w:rsid w:val="00B1114E"/>
    <w:rsid w:val="00B317A9"/>
    <w:rsid w:val="00B330EB"/>
    <w:rsid w:val="00B76988"/>
    <w:rsid w:val="00C4143F"/>
    <w:rsid w:val="00C65E37"/>
    <w:rsid w:val="00C71DFC"/>
    <w:rsid w:val="00C8287A"/>
    <w:rsid w:val="00C86AD9"/>
    <w:rsid w:val="00D95F04"/>
    <w:rsid w:val="00E50C36"/>
    <w:rsid w:val="00E56EDD"/>
    <w:rsid w:val="00E57686"/>
    <w:rsid w:val="00E60D07"/>
    <w:rsid w:val="00E63AF9"/>
    <w:rsid w:val="00EB2777"/>
    <w:rsid w:val="00EF2B19"/>
    <w:rsid w:val="00F41BA0"/>
    <w:rsid w:val="00F507C8"/>
    <w:rsid w:val="00F74D6C"/>
    <w:rsid w:val="00FB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0F454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26B44366</Template>
  <TotalTime>5</TotalTime>
  <Pages>1</Pages>
  <Words>181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5</cp:revision>
  <dcterms:created xsi:type="dcterms:W3CDTF">2025-09-10T07:34:00Z</dcterms:created>
  <dcterms:modified xsi:type="dcterms:W3CDTF">2025-09-11T07:08:00Z</dcterms:modified>
</cp:coreProperties>
</file>